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C270CF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76E9F2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9DC4880" w14:textId="7CB5615F" w:rsidR="0085747A" w:rsidRPr="00AA2E0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6B71BB">
        <w:rPr>
          <w:rFonts w:ascii="Corbel" w:hAnsi="Corbel"/>
          <w:b/>
          <w:bCs/>
          <w:iCs/>
          <w:smallCaps/>
          <w:sz w:val="24"/>
          <w:szCs w:val="24"/>
        </w:rPr>
        <w:t>202</w:t>
      </w:r>
      <w:r w:rsidR="00630CB2">
        <w:rPr>
          <w:rFonts w:ascii="Corbel" w:hAnsi="Corbel"/>
          <w:b/>
          <w:bCs/>
          <w:iCs/>
          <w:smallCaps/>
          <w:sz w:val="24"/>
          <w:szCs w:val="24"/>
        </w:rPr>
        <w:t>1</w:t>
      </w:r>
      <w:r w:rsidR="00DC6D0C" w:rsidRPr="006B71BB">
        <w:rPr>
          <w:rFonts w:ascii="Corbel" w:hAnsi="Corbel"/>
          <w:b/>
          <w:bCs/>
          <w:iCs/>
          <w:smallCaps/>
          <w:sz w:val="24"/>
          <w:szCs w:val="24"/>
        </w:rPr>
        <w:t>-202</w:t>
      </w:r>
      <w:r w:rsidR="00630CB2">
        <w:rPr>
          <w:rFonts w:ascii="Corbel" w:hAnsi="Corbel"/>
          <w:b/>
          <w:bCs/>
          <w:iCs/>
          <w:smallCaps/>
          <w:sz w:val="24"/>
          <w:szCs w:val="24"/>
        </w:rPr>
        <w:t>3</w:t>
      </w:r>
    </w:p>
    <w:p w14:paraId="7D6B3263" w14:textId="2FF53BE6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630CB2">
        <w:rPr>
          <w:rFonts w:ascii="Corbel" w:hAnsi="Corbel"/>
          <w:sz w:val="20"/>
          <w:szCs w:val="20"/>
        </w:rPr>
        <w:t>2</w:t>
      </w:r>
      <w:r w:rsidR="00182C9E">
        <w:rPr>
          <w:rFonts w:ascii="Corbel" w:hAnsi="Corbel"/>
          <w:sz w:val="20"/>
          <w:szCs w:val="20"/>
        </w:rPr>
        <w:t>/202</w:t>
      </w:r>
      <w:r w:rsidR="00630CB2">
        <w:rPr>
          <w:rFonts w:ascii="Corbel" w:hAnsi="Corbel"/>
          <w:sz w:val="20"/>
          <w:szCs w:val="20"/>
        </w:rPr>
        <w:t>3</w:t>
      </w:r>
    </w:p>
    <w:p w14:paraId="1478FC3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06FEA4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05AD41E" w14:textId="77777777" w:rsidTr="00B819C8">
        <w:tc>
          <w:tcPr>
            <w:tcW w:w="2694" w:type="dxa"/>
            <w:vAlign w:val="center"/>
          </w:tcPr>
          <w:p w14:paraId="607C412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9DD0D7A" w14:textId="77777777" w:rsidR="0085747A" w:rsidRPr="009C54AE" w:rsidRDefault="000C68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 matematyczna</w:t>
            </w:r>
          </w:p>
        </w:tc>
      </w:tr>
      <w:tr w:rsidR="0085747A" w:rsidRPr="009C54AE" w14:paraId="3BF11857" w14:textId="77777777" w:rsidTr="007A3647">
        <w:tc>
          <w:tcPr>
            <w:tcW w:w="2694" w:type="dxa"/>
            <w:vAlign w:val="center"/>
          </w:tcPr>
          <w:p w14:paraId="478851B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3B40358" w14:textId="77777777" w:rsidR="0085747A" w:rsidRPr="00AA2E0A" w:rsidRDefault="000C683B" w:rsidP="006B71BB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0C683B">
              <w:rPr>
                <w:rFonts w:ascii="Corbel" w:hAnsi="Corbel"/>
                <w:color w:val="000000"/>
                <w:sz w:val="24"/>
                <w:szCs w:val="24"/>
              </w:rPr>
              <w:t>FiR/II/RiA/C.4</w:t>
            </w:r>
          </w:p>
        </w:tc>
      </w:tr>
      <w:tr w:rsidR="0085747A" w:rsidRPr="009C54AE" w14:paraId="2D7230BB" w14:textId="77777777" w:rsidTr="00B819C8">
        <w:tc>
          <w:tcPr>
            <w:tcW w:w="2694" w:type="dxa"/>
            <w:vAlign w:val="center"/>
          </w:tcPr>
          <w:p w14:paraId="2B3FA57D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3BC64C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C699B02" w14:textId="77777777" w:rsidTr="00B819C8">
        <w:tc>
          <w:tcPr>
            <w:tcW w:w="2694" w:type="dxa"/>
            <w:vAlign w:val="center"/>
          </w:tcPr>
          <w:p w14:paraId="10C4500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63DD036" w14:textId="5BC4FEA9" w:rsidR="0085747A" w:rsidRPr="009C54AE" w:rsidRDefault="00B36B3A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65760007" w14:textId="77777777" w:rsidTr="00B819C8">
        <w:tc>
          <w:tcPr>
            <w:tcW w:w="2694" w:type="dxa"/>
            <w:vAlign w:val="center"/>
          </w:tcPr>
          <w:p w14:paraId="1A6C6B1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C549F74" w14:textId="6278CF30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6B71BB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1BBCB16B" w14:textId="77777777" w:rsidTr="00B819C8">
        <w:tc>
          <w:tcPr>
            <w:tcW w:w="2694" w:type="dxa"/>
            <w:vAlign w:val="center"/>
          </w:tcPr>
          <w:p w14:paraId="7AEBF30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8D7D96B" w14:textId="77777777" w:rsidR="0085747A" w:rsidRPr="009C54AE" w:rsidRDefault="000C683B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2E5AB120" w14:textId="77777777" w:rsidTr="00B819C8">
        <w:tc>
          <w:tcPr>
            <w:tcW w:w="2694" w:type="dxa"/>
            <w:vAlign w:val="center"/>
          </w:tcPr>
          <w:p w14:paraId="30EF1D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05169F4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D43CC0B" w14:textId="77777777" w:rsidTr="00B819C8">
        <w:tc>
          <w:tcPr>
            <w:tcW w:w="2694" w:type="dxa"/>
            <w:vAlign w:val="center"/>
          </w:tcPr>
          <w:p w14:paraId="6849D94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421BC5A" w14:textId="77777777" w:rsidR="0085747A" w:rsidRPr="009C54AE" w:rsidRDefault="00C41B9B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3D16A80" w14:textId="77777777" w:rsidTr="00B819C8">
        <w:tc>
          <w:tcPr>
            <w:tcW w:w="2694" w:type="dxa"/>
            <w:vAlign w:val="center"/>
          </w:tcPr>
          <w:p w14:paraId="3CF7ABD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48956BE" w14:textId="77777777" w:rsidR="0085747A" w:rsidRPr="009C54AE" w:rsidRDefault="008962A4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0C683B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6BF85019" w14:textId="77777777" w:rsidTr="00B819C8">
        <w:tc>
          <w:tcPr>
            <w:tcW w:w="2694" w:type="dxa"/>
            <w:vAlign w:val="center"/>
          </w:tcPr>
          <w:p w14:paraId="33EF822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661AB61" w14:textId="4FB140AC" w:rsidR="0085747A" w:rsidRPr="009C54AE" w:rsidRDefault="00C41B9B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26514E9E" w14:textId="77777777" w:rsidTr="00B819C8">
        <w:tc>
          <w:tcPr>
            <w:tcW w:w="2694" w:type="dxa"/>
            <w:vAlign w:val="center"/>
          </w:tcPr>
          <w:p w14:paraId="3025C13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3718D95" w14:textId="77777777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CBC2C8B" w14:textId="77777777" w:rsidTr="00B819C8">
        <w:tc>
          <w:tcPr>
            <w:tcW w:w="2694" w:type="dxa"/>
            <w:vAlign w:val="center"/>
          </w:tcPr>
          <w:p w14:paraId="1841D3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0670F21" w14:textId="77777777" w:rsidR="0085747A" w:rsidRPr="009C54AE" w:rsidRDefault="00AA2E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Kasprzyk</w:t>
            </w:r>
          </w:p>
        </w:tc>
      </w:tr>
      <w:tr w:rsidR="0085747A" w:rsidRPr="009C54AE" w14:paraId="6AF56401" w14:textId="77777777" w:rsidTr="00B819C8">
        <w:tc>
          <w:tcPr>
            <w:tcW w:w="2694" w:type="dxa"/>
            <w:vAlign w:val="center"/>
          </w:tcPr>
          <w:p w14:paraId="5A05BC3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9137828" w14:textId="30204EA4" w:rsidR="0085747A" w:rsidRPr="009C54AE" w:rsidRDefault="00AA2E0A" w:rsidP="000C683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Kasprzyk, dr J</w:t>
            </w:r>
            <w:r w:rsidR="00630CB2">
              <w:rPr>
                <w:rFonts w:ascii="Corbel" w:hAnsi="Corbel"/>
                <w:b w:val="0"/>
                <w:sz w:val="24"/>
                <w:szCs w:val="24"/>
              </w:rPr>
              <w:t>olanta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Wojnar</w:t>
            </w:r>
            <w:r w:rsidR="000C683B">
              <w:rPr>
                <w:rFonts w:ascii="Corbel" w:hAnsi="Corbel"/>
                <w:b w:val="0"/>
                <w:sz w:val="24"/>
                <w:szCs w:val="24"/>
              </w:rPr>
              <w:t>, dr B</w:t>
            </w:r>
            <w:r w:rsidR="00630CB2">
              <w:rPr>
                <w:rFonts w:ascii="Corbel" w:hAnsi="Corbel"/>
                <w:b w:val="0"/>
                <w:sz w:val="24"/>
                <w:szCs w:val="24"/>
              </w:rPr>
              <w:t>arbara</w:t>
            </w:r>
            <w:r w:rsidR="000C683B">
              <w:rPr>
                <w:rFonts w:ascii="Corbel" w:hAnsi="Corbel"/>
                <w:b w:val="0"/>
                <w:sz w:val="24"/>
                <w:szCs w:val="24"/>
              </w:rPr>
              <w:t xml:space="preserve"> Fura, dr P</w:t>
            </w:r>
            <w:r w:rsidR="00630CB2">
              <w:rPr>
                <w:rFonts w:ascii="Corbel" w:hAnsi="Corbel"/>
                <w:b w:val="0"/>
                <w:sz w:val="24"/>
                <w:szCs w:val="24"/>
              </w:rPr>
              <w:t xml:space="preserve">aweł </w:t>
            </w:r>
            <w:r w:rsidR="000C683B">
              <w:rPr>
                <w:rFonts w:ascii="Corbel" w:hAnsi="Corbel"/>
                <w:b w:val="0"/>
                <w:sz w:val="24"/>
                <w:szCs w:val="24"/>
              </w:rPr>
              <w:t>Szura</w:t>
            </w:r>
          </w:p>
        </w:tc>
      </w:tr>
    </w:tbl>
    <w:p w14:paraId="630A7385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2FEAA9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EE2D3D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EE6DF4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3F1DECB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FF19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0B42F8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1449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1EF5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787D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3159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08E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E679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928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1DC1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5DC3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DF7370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008CA" w14:textId="77777777" w:rsidR="00015B8F" w:rsidRPr="009C54AE" w:rsidRDefault="007A364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E306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4E054" w14:textId="77777777" w:rsidR="00015B8F" w:rsidRPr="009C54AE" w:rsidRDefault="007A364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EAD5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DA12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B28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916B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824B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67FD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232E5" w14:textId="77777777" w:rsidR="00015B8F" w:rsidRPr="009C54AE" w:rsidRDefault="007A364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008195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1BFC3E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4CAD3A7" w14:textId="67A6E0CF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80B4BEE" w14:textId="77777777" w:rsidR="006B71BB" w:rsidRPr="009C54AE" w:rsidRDefault="006B71BB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6891A378" w14:textId="77777777" w:rsidR="006B71BB" w:rsidRPr="009C54AE" w:rsidRDefault="006B71BB" w:rsidP="006B71B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6391DD1" w14:textId="77777777" w:rsidR="006B71BB" w:rsidRPr="009C54AE" w:rsidRDefault="006B71BB" w:rsidP="006B71B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0DBE05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E3A72B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0FBAC64" w14:textId="648F2006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CC61AA" w14:textId="7C855F3F" w:rsidR="00C442F2" w:rsidRDefault="00C442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z oceną </w:t>
      </w:r>
    </w:p>
    <w:p w14:paraId="23A3FAFC" w14:textId="64E05C34" w:rsidR="00C442F2" w:rsidRDefault="00C442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3E1BBF" w14:textId="7FBB3497" w:rsidR="00C442F2" w:rsidRDefault="00C442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DD8CA0" w14:textId="0D68B510" w:rsidR="00C442F2" w:rsidRDefault="00C442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F6DF9D" w14:textId="0DED3160" w:rsidR="00C442F2" w:rsidRDefault="00C442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8BF136" w14:textId="77777777" w:rsidR="00C442F2" w:rsidRDefault="00C442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114CC5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p w14:paraId="1CBB169B" w14:textId="77777777" w:rsidR="007A3647" w:rsidRPr="009C54AE" w:rsidRDefault="007A3647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DCC69F5" w14:textId="77777777" w:rsidTr="00745302">
        <w:tc>
          <w:tcPr>
            <w:tcW w:w="9670" w:type="dxa"/>
          </w:tcPr>
          <w:p w14:paraId="505F07A8" w14:textId="77777777" w:rsidR="007A3647" w:rsidRDefault="007A3647" w:rsidP="007A36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6EF7">
              <w:rPr>
                <w:rFonts w:ascii="Corbel" w:hAnsi="Corbel"/>
                <w:b w:val="0"/>
                <w:smallCaps w:val="0"/>
                <w:szCs w:val="24"/>
              </w:rPr>
              <w:t>Umiejętność interpretacji zjawisk ekonomicznych oraz podstawowych zależności funkcyjnych – podstawowa wiedza ekonomiczna i matematyczna;</w:t>
            </w:r>
          </w:p>
          <w:p w14:paraId="68B59F94" w14:textId="77777777" w:rsidR="007A3647" w:rsidRPr="00846EF7" w:rsidRDefault="007A3647" w:rsidP="007A36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60D">
              <w:rPr>
                <w:rFonts w:ascii="Corbel" w:hAnsi="Corbel"/>
                <w:b w:val="0"/>
                <w:smallCaps w:val="0"/>
                <w:szCs w:val="24"/>
              </w:rPr>
              <w:t>Umiejętność analizy problemów ekonomicznych z wykorz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ystaniem narzędzi ilościowych;</w:t>
            </w:r>
          </w:p>
          <w:p w14:paraId="1AB7F205" w14:textId="77777777" w:rsidR="0085747A" w:rsidRPr="009C54AE" w:rsidRDefault="007A3647" w:rsidP="007A36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260D">
              <w:rPr>
                <w:rFonts w:ascii="Corbel" w:hAnsi="Corbel"/>
                <w:b w:val="0"/>
                <w:smallCaps w:val="0"/>
                <w:szCs w:val="24"/>
              </w:rPr>
              <w:t>Znajomość zagadnień realizowanych w ramach przedmiotów: matematyka, mikroekonomia, makroekonomia oraz statystyka i ekonometria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609A21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A9B134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A3F9856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4C3D35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790727F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7A3647" w:rsidRPr="00AF4A52" w14:paraId="3A5043CC" w14:textId="77777777" w:rsidTr="009D1278">
        <w:tc>
          <w:tcPr>
            <w:tcW w:w="675" w:type="dxa"/>
            <w:vAlign w:val="center"/>
          </w:tcPr>
          <w:p w14:paraId="0B855891" w14:textId="77777777" w:rsidR="007A3647" w:rsidRPr="00846EF7" w:rsidRDefault="007A3647" w:rsidP="009D127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15A371C5" w14:textId="77777777" w:rsidR="007A3647" w:rsidRPr="00846EF7" w:rsidRDefault="007A3647" w:rsidP="009D1278">
            <w:pPr>
              <w:ind w:right="-156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DA7AF1">
              <w:rPr>
                <w:rFonts w:ascii="Corbel" w:hAnsi="Corbel"/>
                <w:sz w:val="24"/>
                <w:szCs w:val="24"/>
              </w:rPr>
              <w:t xml:space="preserve">ozszerzenie oraz ugruntowanie podstawowej wiedzy z mikroekonomii oraz makroekonomii metodologią współczesnej matematyki. </w:t>
            </w:r>
            <w:r w:rsidRPr="0082195C">
              <w:rPr>
                <w:rFonts w:ascii="Corbel" w:hAnsi="Corbel"/>
                <w:sz w:val="24"/>
                <w:szCs w:val="24"/>
              </w:rPr>
              <w:t>Nabycie umiejętności formułowania problemów ekonomicznych w ujęciu aksjomatyki matematycznej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82195C">
              <w:rPr>
                <w:rFonts w:ascii="Corbel" w:hAnsi="Corbel"/>
                <w:sz w:val="24"/>
                <w:szCs w:val="24"/>
              </w:rPr>
              <w:t>i ich rozwiązywania.</w:t>
            </w:r>
          </w:p>
        </w:tc>
      </w:tr>
      <w:tr w:rsidR="007A3647" w:rsidRPr="00AF4A52" w14:paraId="0C96CBBC" w14:textId="77777777" w:rsidTr="009D1278">
        <w:tc>
          <w:tcPr>
            <w:tcW w:w="675" w:type="dxa"/>
            <w:vAlign w:val="center"/>
          </w:tcPr>
          <w:p w14:paraId="3445A98C" w14:textId="77777777" w:rsidR="007A3647" w:rsidRPr="00846EF7" w:rsidRDefault="007A3647" w:rsidP="009D127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6F8641CA" w14:textId="77777777" w:rsidR="007A3647" w:rsidRPr="00846EF7" w:rsidRDefault="007A3647" w:rsidP="009D1278">
            <w:pPr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2195C">
              <w:rPr>
                <w:rFonts w:ascii="Corbel" w:hAnsi="Corbel"/>
                <w:sz w:val="24"/>
                <w:szCs w:val="24"/>
              </w:rPr>
              <w:t>Wykształcenie umiejętności rozumienia współzależności opisywanych za pomocą kwantyfikowalnych zmiennych mikro- i makroekonomicznych.</w:t>
            </w:r>
            <w:r>
              <w:rPr>
                <w:rFonts w:ascii="Corbel" w:hAnsi="Corbel"/>
                <w:sz w:val="24"/>
                <w:szCs w:val="24"/>
              </w:rPr>
              <w:t xml:space="preserve"> K</w:t>
            </w:r>
            <w:r w:rsidRPr="0082195C">
              <w:rPr>
                <w:rFonts w:ascii="Corbel" w:hAnsi="Corbel"/>
                <w:sz w:val="24"/>
                <w:szCs w:val="24"/>
              </w:rPr>
              <w:t>ształtowanie umiejętności doboru narzędzi matematycznych do analizy modeli ekonomicznych, kształtowanie umiejętności precyzyjnego formułowania rozwiązań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A3647" w:rsidRPr="00AF4A52" w14:paraId="2E681E78" w14:textId="77777777" w:rsidTr="009D1278">
        <w:tc>
          <w:tcPr>
            <w:tcW w:w="675" w:type="dxa"/>
            <w:vAlign w:val="center"/>
          </w:tcPr>
          <w:p w14:paraId="1012ADC3" w14:textId="77777777" w:rsidR="007A3647" w:rsidRPr="00846EF7" w:rsidRDefault="007A3647" w:rsidP="009D127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37A0C9BD" w14:textId="77777777" w:rsidR="007A3647" w:rsidRPr="00846EF7" w:rsidRDefault="007A3647" w:rsidP="009D1278">
            <w:pPr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82195C">
              <w:rPr>
                <w:rFonts w:ascii="Corbel" w:hAnsi="Corbel"/>
                <w:sz w:val="24"/>
                <w:szCs w:val="24"/>
              </w:rPr>
              <w:t>ształtowanie umie</w:t>
            </w:r>
            <w:r>
              <w:rPr>
                <w:rFonts w:ascii="Corbel" w:hAnsi="Corbel"/>
                <w:sz w:val="24"/>
                <w:szCs w:val="24"/>
              </w:rPr>
              <w:t>jętności myślenia analitycznego oraz k</w:t>
            </w:r>
            <w:r w:rsidRPr="0082195C">
              <w:rPr>
                <w:rFonts w:ascii="Corbel" w:hAnsi="Corbel"/>
                <w:sz w:val="24"/>
                <w:szCs w:val="24"/>
              </w:rPr>
              <w:t>ształtowanie umiejętności myślenia krytycznego.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6B65AE05" w14:textId="77777777" w:rsidR="007A3647" w:rsidRDefault="007A3647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36D1DA2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BAA9FA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BBC6858" w14:textId="77777777"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8"/>
        <w:gridCol w:w="5970"/>
        <w:gridCol w:w="1862"/>
      </w:tblGrid>
      <w:tr w:rsidR="007A3647" w:rsidRPr="00AF4A52" w14:paraId="5BE53F72" w14:textId="77777777" w:rsidTr="009D1278">
        <w:tc>
          <w:tcPr>
            <w:tcW w:w="1688" w:type="dxa"/>
          </w:tcPr>
          <w:p w14:paraId="15FBD02A" w14:textId="77777777" w:rsidR="007A3647" w:rsidRPr="00FC1A51" w:rsidRDefault="007A3647" w:rsidP="009D127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 ( efekt kształcenia)</w:t>
            </w:r>
          </w:p>
          <w:p w14:paraId="786D86B7" w14:textId="77777777" w:rsidR="007A3647" w:rsidRPr="00FC1A51" w:rsidRDefault="007A3647" w:rsidP="009D127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</w:p>
        </w:tc>
        <w:tc>
          <w:tcPr>
            <w:tcW w:w="5970" w:type="dxa"/>
          </w:tcPr>
          <w:p w14:paraId="1CD601CF" w14:textId="77777777" w:rsidR="007A3647" w:rsidRPr="00FC1A51" w:rsidRDefault="007A3647" w:rsidP="009D127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Treść efektu kształcenia zdefiniowanego dla przedmiotu (modułu)</w:t>
            </w:r>
          </w:p>
        </w:tc>
        <w:tc>
          <w:tcPr>
            <w:tcW w:w="1862" w:type="dxa"/>
          </w:tcPr>
          <w:p w14:paraId="59102842" w14:textId="77777777" w:rsidR="007A3647" w:rsidRPr="00FC1A51" w:rsidRDefault="007A3647" w:rsidP="009D127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Odniesienie do efektów  kierunkowych (KEK)</w:t>
            </w:r>
          </w:p>
        </w:tc>
      </w:tr>
      <w:tr w:rsidR="007A3647" w:rsidRPr="00AF4A52" w14:paraId="61A79C57" w14:textId="77777777" w:rsidTr="009D1278">
        <w:tc>
          <w:tcPr>
            <w:tcW w:w="1688" w:type="dxa"/>
          </w:tcPr>
          <w:p w14:paraId="04BFDF98" w14:textId="77777777" w:rsidR="007A3647" w:rsidRPr="00FC1A51" w:rsidRDefault="007A3647" w:rsidP="009D1278">
            <w:pPr>
              <w:pStyle w:val="Punktygwne"/>
              <w:spacing w:before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EK_01</w:t>
            </w:r>
          </w:p>
        </w:tc>
        <w:tc>
          <w:tcPr>
            <w:tcW w:w="5970" w:type="dxa"/>
          </w:tcPr>
          <w:p w14:paraId="4FF18244" w14:textId="77777777" w:rsidR="007A3647" w:rsidRPr="00FC1A51" w:rsidRDefault="007A3647" w:rsidP="009D1278">
            <w:pPr>
              <w:spacing w:after="6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Wskazuje istotne związki nauk ekonomicznych z naukami matematycznymi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Rozpoznaje koncepcje teorii ekonomii formułowane w języku matematyki w odniesieniu do zjawisk mikroekonomicznych i makroekonomicznych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oraz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współzależności pomiędzy zjawiskami makroekonomicznymi i finansowymi.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Pogłębia wiedzę na temat zaawansowanych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metod analizy i modelowania procesów gospodarczych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2" w:type="dxa"/>
          </w:tcPr>
          <w:p w14:paraId="7F1F3F72" w14:textId="77777777" w:rsidR="007A3647" w:rsidRPr="00135354" w:rsidRDefault="007A3647" w:rsidP="009D1278">
            <w:pPr>
              <w:spacing w:after="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K_W01</w:t>
            </w:r>
          </w:p>
          <w:p w14:paraId="6CD1E2F6" w14:textId="77777777" w:rsidR="007A3647" w:rsidRDefault="007A3647" w:rsidP="009D1278">
            <w:pPr>
              <w:spacing w:after="6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K_W09</w:t>
            </w:r>
          </w:p>
          <w:p w14:paraId="4AFCDC98" w14:textId="77777777" w:rsidR="007A3647" w:rsidRPr="00FC1A51" w:rsidRDefault="007A3647" w:rsidP="009D1278">
            <w:pPr>
              <w:spacing w:after="6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7A3647" w:rsidRPr="00AF4A52" w14:paraId="2C6C6E6D" w14:textId="77777777" w:rsidTr="009D1278">
        <w:tc>
          <w:tcPr>
            <w:tcW w:w="1688" w:type="dxa"/>
          </w:tcPr>
          <w:p w14:paraId="7625AFBC" w14:textId="77777777" w:rsidR="007A3647" w:rsidRPr="00FC1A51" w:rsidRDefault="007A3647" w:rsidP="009D1278">
            <w:pPr>
              <w:pStyle w:val="Punktygwne"/>
              <w:spacing w:before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EK_02</w:t>
            </w:r>
          </w:p>
        </w:tc>
        <w:tc>
          <w:tcPr>
            <w:tcW w:w="5970" w:type="dxa"/>
          </w:tcPr>
          <w:p w14:paraId="1ED3C259" w14:textId="77777777" w:rsidR="007A3647" w:rsidRPr="00FC1A51" w:rsidRDefault="007A3647" w:rsidP="009D1278">
            <w:pPr>
              <w:spacing w:after="6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przedstawić problemy ekonomiczne w języku matematycznym i znaleźć ich rozwiązania.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A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nalizuje zjawiska i procesy zachodzące w gospodarce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i </w:t>
            </w: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determinujące sytuację ekonomiczno-finansową organizacji oraz określa ich skutki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W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ykorzystuj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e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do przedstawienia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występujących współzależności skwantyfikowane zmienne mikro- i  makroekonomiczne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2" w:type="dxa"/>
          </w:tcPr>
          <w:p w14:paraId="3CD39E55" w14:textId="77777777" w:rsidR="007A3647" w:rsidRPr="00135354" w:rsidRDefault="007A3647" w:rsidP="009D1278">
            <w:pPr>
              <w:spacing w:after="6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K_U0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</w:p>
          <w:p w14:paraId="1D6E0018" w14:textId="77777777" w:rsidR="007A3647" w:rsidRPr="00135354" w:rsidRDefault="007A3647" w:rsidP="009D1278">
            <w:pPr>
              <w:spacing w:after="6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K_U02</w:t>
            </w:r>
          </w:p>
          <w:p w14:paraId="20064AB3" w14:textId="77777777" w:rsidR="007A3647" w:rsidRPr="00FC1A51" w:rsidRDefault="007A3647" w:rsidP="009D1278">
            <w:pPr>
              <w:spacing w:after="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7A3647" w:rsidRPr="00AF4A52" w14:paraId="3AB4160A" w14:textId="77777777" w:rsidTr="009D1278">
        <w:tc>
          <w:tcPr>
            <w:tcW w:w="1688" w:type="dxa"/>
          </w:tcPr>
          <w:p w14:paraId="56D50451" w14:textId="77777777" w:rsidR="007A3647" w:rsidRPr="00FC1A51" w:rsidRDefault="007A3647" w:rsidP="009D127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EK_03</w:t>
            </w:r>
          </w:p>
        </w:tc>
        <w:tc>
          <w:tcPr>
            <w:tcW w:w="5970" w:type="dxa"/>
          </w:tcPr>
          <w:p w14:paraId="45138485" w14:textId="77777777" w:rsidR="007A3647" w:rsidRPr="00FC1A51" w:rsidRDefault="007A3647" w:rsidP="009D1278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Rozumie potrzebę ciągłego doskonalenia własnych umiejętności i poszerzania wiedzy.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Przejawia postawę do samodzielnych działań w uczeniu się i organizacji własnej pracy w zakresie wykorzystania metod matematycznych do analiz ekonomicznych.</w:t>
            </w:r>
          </w:p>
        </w:tc>
        <w:tc>
          <w:tcPr>
            <w:tcW w:w="1862" w:type="dxa"/>
          </w:tcPr>
          <w:p w14:paraId="18CFCE24" w14:textId="77777777" w:rsidR="007A3647" w:rsidRPr="00135354" w:rsidRDefault="007A3647" w:rsidP="009D1278">
            <w:pPr>
              <w:spacing w:after="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K_K01</w:t>
            </w:r>
          </w:p>
          <w:p w14:paraId="7723FD29" w14:textId="77777777" w:rsidR="007A3647" w:rsidRPr="00135354" w:rsidRDefault="007A3647" w:rsidP="009D1278">
            <w:pPr>
              <w:spacing w:after="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</w:tbl>
    <w:p w14:paraId="29BE591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66DCBC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D2FA979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A3647">
        <w:rPr>
          <w:rFonts w:ascii="Corbel" w:hAnsi="Corbel"/>
          <w:sz w:val="24"/>
          <w:szCs w:val="24"/>
        </w:rPr>
        <w:t>Problematyka ćwiczeń audytoryjnych</w:t>
      </w:r>
    </w:p>
    <w:p w14:paraId="68855D6C" w14:textId="77777777" w:rsidR="007A3647" w:rsidRPr="007A3647" w:rsidRDefault="007A3647" w:rsidP="007A3647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A3647" w:rsidRPr="006C59EC" w14:paraId="30D78BF8" w14:textId="77777777" w:rsidTr="009D1278">
        <w:tc>
          <w:tcPr>
            <w:tcW w:w="9639" w:type="dxa"/>
          </w:tcPr>
          <w:p w14:paraId="5F5DE999" w14:textId="77777777" w:rsidR="007A3647" w:rsidRPr="006C59EC" w:rsidRDefault="007A3647" w:rsidP="009D12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A3647" w:rsidRPr="006C59EC" w14:paraId="709A9F12" w14:textId="77777777" w:rsidTr="009D1278">
        <w:tc>
          <w:tcPr>
            <w:tcW w:w="9639" w:type="dxa"/>
          </w:tcPr>
          <w:p w14:paraId="58216675" w14:textId="77777777" w:rsidR="007A3647" w:rsidRDefault="007A3647" w:rsidP="009D12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5E98">
              <w:rPr>
                <w:rFonts w:ascii="Corbel" w:hAnsi="Corbel"/>
                <w:sz w:val="24"/>
                <w:szCs w:val="24"/>
              </w:rPr>
              <w:t>Elementy matematycznej teorii popytu</w:t>
            </w:r>
            <w:r>
              <w:rPr>
                <w:rFonts w:ascii="Corbel" w:hAnsi="Corbel"/>
                <w:sz w:val="24"/>
                <w:szCs w:val="24"/>
              </w:rPr>
              <w:t xml:space="preserve"> konsumenta</w:t>
            </w:r>
          </w:p>
          <w:p w14:paraId="14648DA5" w14:textId="77777777" w:rsidR="007A3647" w:rsidRPr="006C59EC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5E98">
              <w:rPr>
                <w:rFonts w:ascii="Corbel" w:hAnsi="Corbel"/>
                <w:sz w:val="24"/>
                <w:szCs w:val="24"/>
              </w:rPr>
              <w:t xml:space="preserve">Preferencje i funkcje użyteczności. </w:t>
            </w:r>
            <w:r>
              <w:rPr>
                <w:rFonts w:ascii="Corbel" w:hAnsi="Corbel"/>
                <w:sz w:val="24"/>
                <w:szCs w:val="24"/>
              </w:rPr>
              <w:t xml:space="preserve">Własności funkcji użyteczności. 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Zastosowania rachunku marginalnego. </w:t>
            </w:r>
            <w:r>
              <w:rPr>
                <w:rFonts w:ascii="Corbel" w:hAnsi="Corbel"/>
                <w:sz w:val="24"/>
                <w:szCs w:val="24"/>
              </w:rPr>
              <w:t>Krańcowa użyteczność, krańcowe stopy substytucji, elastyczność użyteczności i substytucji. Krzywa obojętności, koszyk optymalny. I i II prawo Gossena.</w:t>
            </w:r>
          </w:p>
        </w:tc>
      </w:tr>
      <w:tr w:rsidR="007A3647" w:rsidRPr="006C59EC" w14:paraId="75FEAC99" w14:textId="77777777" w:rsidTr="009D1278">
        <w:tc>
          <w:tcPr>
            <w:tcW w:w="9639" w:type="dxa"/>
          </w:tcPr>
          <w:p w14:paraId="76D57537" w14:textId="77777777" w:rsidR="007A3647" w:rsidRPr="006C59EC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Maksymalizacja użyteczności 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konsumenta </w:t>
            </w:r>
            <w:r>
              <w:rPr>
                <w:rFonts w:ascii="Corbel" w:hAnsi="Corbel"/>
                <w:sz w:val="24"/>
                <w:szCs w:val="24"/>
              </w:rPr>
              <w:t>w ujęciu matematycznym. Zadania ZPL- metoda</w:t>
            </w:r>
            <w:r w:rsidRPr="00E549B7">
              <w:rPr>
                <w:rFonts w:ascii="Corbel" w:hAnsi="Corbel"/>
                <w:sz w:val="24"/>
                <w:szCs w:val="24"/>
              </w:rPr>
              <w:t xml:space="preserve"> Lagrange’a</w:t>
            </w:r>
            <w:r>
              <w:rPr>
                <w:rFonts w:ascii="Corbel" w:hAnsi="Corbel"/>
                <w:sz w:val="24"/>
                <w:szCs w:val="24"/>
              </w:rPr>
              <w:t>. Rozwiązania i interpretacja wyników.</w:t>
            </w:r>
          </w:p>
        </w:tc>
      </w:tr>
      <w:tr w:rsidR="007A3647" w:rsidRPr="006C59EC" w14:paraId="2D9C46FF" w14:textId="77777777" w:rsidTr="009D1278">
        <w:tc>
          <w:tcPr>
            <w:tcW w:w="9639" w:type="dxa"/>
          </w:tcPr>
          <w:p w14:paraId="46305FE5" w14:textId="77777777" w:rsidR="007A3647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Funkcja popytu konsumpcyjnego</w:t>
            </w:r>
          </w:p>
          <w:p w14:paraId="48DBA6D6" w14:textId="77777777" w:rsidR="007A3647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5E98">
              <w:rPr>
                <w:rFonts w:ascii="Corbel" w:hAnsi="Corbel"/>
                <w:sz w:val="24"/>
                <w:szCs w:val="24"/>
              </w:rPr>
              <w:t>Własności funkcji popytu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Pośrednia funkcja użyteczności. Wyznaczanie funkcji popytu i pośredniej funkcji użyteczności. Koszyk optymalny na podstawie funkcji popytu. 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Zastosowania rachunku marginalnego. </w:t>
            </w:r>
            <w:r>
              <w:rPr>
                <w:rFonts w:ascii="Corbel" w:hAnsi="Corbel"/>
                <w:sz w:val="24"/>
                <w:szCs w:val="24"/>
              </w:rPr>
              <w:t>Popyt krańcowy, e</w:t>
            </w:r>
            <w:r w:rsidRPr="00F55E98">
              <w:rPr>
                <w:rFonts w:ascii="Corbel" w:hAnsi="Corbel"/>
                <w:sz w:val="24"/>
                <w:szCs w:val="24"/>
              </w:rPr>
              <w:t>lastyczność cenowa oraz dochodowa popytu</w:t>
            </w:r>
            <w:r>
              <w:rPr>
                <w:rFonts w:ascii="Corbel" w:hAnsi="Corbel"/>
                <w:sz w:val="24"/>
                <w:szCs w:val="24"/>
              </w:rPr>
              <w:t>, w</w:t>
            </w:r>
            <w:r w:rsidRPr="0006038D">
              <w:rPr>
                <w:rFonts w:ascii="Corbel" w:hAnsi="Corbel"/>
                <w:sz w:val="24"/>
                <w:szCs w:val="24"/>
              </w:rPr>
              <w:t>pływ dynamiki zmian ceny na popyt</w:t>
            </w:r>
            <w:r>
              <w:rPr>
                <w:rFonts w:ascii="Corbel" w:hAnsi="Corbel"/>
                <w:sz w:val="24"/>
                <w:szCs w:val="24"/>
              </w:rPr>
              <w:t>. Interpretacja pochodnych funkcji popytu.</w:t>
            </w:r>
          </w:p>
        </w:tc>
      </w:tr>
      <w:tr w:rsidR="007A3647" w:rsidRPr="006C59EC" w14:paraId="0761D7CF" w14:textId="77777777" w:rsidTr="009D1278">
        <w:tc>
          <w:tcPr>
            <w:tcW w:w="9639" w:type="dxa"/>
          </w:tcPr>
          <w:p w14:paraId="5F5C63A6" w14:textId="77777777" w:rsidR="007A3647" w:rsidRDefault="007A3647" w:rsidP="009D12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647">
              <w:rPr>
                <w:rFonts w:ascii="Corbel" w:hAnsi="Corbel"/>
                <w:sz w:val="24"/>
                <w:szCs w:val="24"/>
              </w:rPr>
              <w:t>Model wymiany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transakcyjnej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7667CE4A" w14:textId="77777777" w:rsidR="007A3647" w:rsidRPr="006C59EC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5E98">
              <w:rPr>
                <w:rFonts w:ascii="Corbel" w:hAnsi="Corbel"/>
                <w:sz w:val="24"/>
                <w:szCs w:val="24"/>
              </w:rPr>
              <w:t xml:space="preserve">Algorytmiczne modelowanie równowagi rynkowej </w:t>
            </w: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>
              <w:t>model wymiany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transakcyjnej </w:t>
            </w:r>
            <w:r w:rsidRPr="00F55E98">
              <w:rPr>
                <w:rFonts w:ascii="Corbel" w:hAnsi="Corbel"/>
                <w:sz w:val="24"/>
                <w:szCs w:val="24"/>
              </w:rPr>
              <w:t>w sensie Arrowa-Hurwicza.</w:t>
            </w:r>
            <w:r>
              <w:t xml:space="preserve"> </w:t>
            </w:r>
            <w:r w:rsidRPr="00773C08">
              <w:rPr>
                <w:rFonts w:ascii="Corbel" w:hAnsi="Corbel"/>
                <w:sz w:val="24"/>
                <w:szCs w:val="24"/>
              </w:rPr>
              <w:t>Statyczny i dynamiczny model równowagi konkurencyjnej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>
              <w:t xml:space="preserve"> </w:t>
            </w:r>
            <w:r w:rsidRPr="00773C08">
              <w:rPr>
                <w:rFonts w:ascii="Corbel" w:hAnsi="Corbel"/>
                <w:sz w:val="24"/>
                <w:szCs w:val="24"/>
              </w:rPr>
              <w:t>Funkcja (wektor) nadmiernego popytu. Wektor cen równowagi</w:t>
            </w:r>
            <w:r>
              <w:rPr>
                <w:rFonts w:ascii="Corbel" w:hAnsi="Corbel"/>
                <w:sz w:val="24"/>
                <w:szCs w:val="24"/>
              </w:rPr>
              <w:t xml:space="preserve">. Optymalność  w sensie Pareto. </w:t>
            </w:r>
          </w:p>
        </w:tc>
      </w:tr>
      <w:tr w:rsidR="007A3647" w:rsidRPr="006C59EC" w14:paraId="330F7D56" w14:textId="77777777" w:rsidTr="009D1278">
        <w:tc>
          <w:tcPr>
            <w:tcW w:w="9639" w:type="dxa"/>
          </w:tcPr>
          <w:p w14:paraId="4FA0DB78" w14:textId="77777777" w:rsidR="007A3647" w:rsidRPr="00F55E98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Teoria produkcji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9105811" w14:textId="77777777" w:rsidR="007A3647" w:rsidRPr="006C59EC" w:rsidRDefault="007A3647" w:rsidP="00E07D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038D">
              <w:rPr>
                <w:rFonts w:ascii="Corbel" w:hAnsi="Corbel"/>
                <w:sz w:val="24"/>
                <w:szCs w:val="24"/>
              </w:rPr>
              <w:t>Produkcja w ujęciu ekonomiczno-matematycznym. Klasyczne funkcje produkcji. Elastyczność substytucji a wielkość produkcji.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Podstawowe współczynniki charakteryzujące efektywność produkcji oraz izokwanty elementarnych funkcji produkcji </w:t>
            </w:r>
            <w:r w:rsidRPr="00F55E98">
              <w:rPr>
                <w:rFonts w:ascii="Corbel" w:hAnsi="Corbel"/>
                <w:sz w:val="24"/>
                <w:szCs w:val="24"/>
              </w:rPr>
              <w:sym w:font="Symbol" w:char="F02D"/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przykłady.</w:t>
            </w:r>
            <w:r>
              <w:rPr>
                <w:rFonts w:ascii="Corbel" w:hAnsi="Corbel"/>
                <w:sz w:val="24"/>
                <w:szCs w:val="24"/>
              </w:rPr>
              <w:t xml:space="preserve"> Funkcja popytu na czynniki produkcji, optymalny  wektor nakładów. Funkcja podaży produktu. Funkcje koszów i wydajności pracy- wybrane zagadnienia.</w:t>
            </w:r>
          </w:p>
        </w:tc>
      </w:tr>
      <w:tr w:rsidR="007A3647" w:rsidRPr="006C59EC" w14:paraId="0D433851" w14:textId="77777777" w:rsidTr="009D1278">
        <w:tc>
          <w:tcPr>
            <w:tcW w:w="9639" w:type="dxa"/>
          </w:tcPr>
          <w:p w14:paraId="74481B10" w14:textId="77777777" w:rsidR="007A3647" w:rsidRPr="00E549B7" w:rsidRDefault="007A3647" w:rsidP="009D12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49B7">
              <w:rPr>
                <w:rFonts w:ascii="Corbel" w:hAnsi="Corbel"/>
                <w:sz w:val="24"/>
                <w:szCs w:val="24"/>
              </w:rPr>
              <w:t>Krótko i długookresowe strategie przedsiębiorstw w warunkach konkurencji doskonałej. Modele egzo- i endogeniczne wzrostu gospodarczego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6D42682" w14:textId="77777777" w:rsidR="007A3647" w:rsidRPr="009C54AE" w:rsidRDefault="007A364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D6341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B98977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F8877B" w14:textId="77777777" w:rsidR="007A3647" w:rsidRPr="00C66C7D" w:rsidRDefault="007A3647" w:rsidP="007A364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66C7D">
        <w:rPr>
          <w:rFonts w:ascii="Corbel" w:hAnsi="Corbel"/>
          <w:b w:val="0"/>
          <w:smallCaps w:val="0"/>
          <w:szCs w:val="24"/>
        </w:rPr>
        <w:t>Ćwiczenia.: rozwiązywanie zadań/</w:t>
      </w:r>
      <w:r w:rsidRPr="006C04F8">
        <w:rPr>
          <w:rFonts w:ascii="Corbel" w:hAnsi="Corbel"/>
          <w:b w:val="0"/>
          <w:smallCaps w:val="0"/>
          <w:szCs w:val="24"/>
        </w:rPr>
        <w:t>przykładowych problemów z wykorzystaniem narzędzi matematycznych, dyskusja. Praca własna indywidualna i zespołowa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047230E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CB091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728F59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962CF8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EC0BCA0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670"/>
        <w:gridCol w:w="2126"/>
      </w:tblGrid>
      <w:tr w:rsidR="007A3647" w:rsidRPr="009C54AE" w14:paraId="57B51DF5" w14:textId="77777777" w:rsidTr="009D1278">
        <w:tc>
          <w:tcPr>
            <w:tcW w:w="1843" w:type="dxa"/>
            <w:vAlign w:val="center"/>
          </w:tcPr>
          <w:p w14:paraId="1310F149" w14:textId="77777777" w:rsidR="007A3647" w:rsidRPr="009C54AE" w:rsidRDefault="007A3647" w:rsidP="009D1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0C0548FA" w14:textId="77777777" w:rsidR="007A3647" w:rsidRPr="009C54AE" w:rsidRDefault="007A3647" w:rsidP="009D1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41CD4EED" w14:textId="77777777" w:rsidR="007A3647" w:rsidRPr="009C54AE" w:rsidRDefault="007A3647" w:rsidP="009D1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C59A519" w14:textId="77777777" w:rsidR="007A3647" w:rsidRPr="009C54AE" w:rsidRDefault="007A3647" w:rsidP="009D1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61FA978" w14:textId="77777777" w:rsidR="007A3647" w:rsidRPr="009C54AE" w:rsidRDefault="007A3647" w:rsidP="009D1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A3647" w:rsidRPr="009C54AE" w14:paraId="3C6BFC1A" w14:textId="77777777" w:rsidTr="009D1278">
        <w:tc>
          <w:tcPr>
            <w:tcW w:w="1843" w:type="dxa"/>
          </w:tcPr>
          <w:p w14:paraId="5A4B3723" w14:textId="77777777" w:rsidR="007A3647" w:rsidRPr="009C54AE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128F3294" w14:textId="77777777" w:rsidR="007A3647" w:rsidRPr="00603281" w:rsidRDefault="007A3647" w:rsidP="005045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 pisemny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</w:p>
        </w:tc>
        <w:tc>
          <w:tcPr>
            <w:tcW w:w="2126" w:type="dxa"/>
          </w:tcPr>
          <w:p w14:paraId="1A940AB8" w14:textId="77777777" w:rsidR="007A3647" w:rsidRPr="00603281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A3647" w:rsidRPr="009C54AE" w14:paraId="18041110" w14:textId="77777777" w:rsidTr="009D1278">
        <w:tc>
          <w:tcPr>
            <w:tcW w:w="1843" w:type="dxa"/>
          </w:tcPr>
          <w:p w14:paraId="15B34152" w14:textId="77777777" w:rsidR="007A3647" w:rsidRPr="009C54AE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</w:tcPr>
          <w:p w14:paraId="18DDB265" w14:textId="77777777" w:rsidR="007A3647" w:rsidRPr="00603281" w:rsidRDefault="007A3647" w:rsidP="005045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 pisemny</w:t>
            </w:r>
          </w:p>
        </w:tc>
        <w:tc>
          <w:tcPr>
            <w:tcW w:w="2126" w:type="dxa"/>
          </w:tcPr>
          <w:p w14:paraId="0C118ABC" w14:textId="77777777" w:rsidR="007A3647" w:rsidRPr="00603281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A3647" w:rsidRPr="009C54AE" w14:paraId="4C3EEA7E" w14:textId="77777777" w:rsidTr="009D1278">
        <w:tc>
          <w:tcPr>
            <w:tcW w:w="1843" w:type="dxa"/>
          </w:tcPr>
          <w:p w14:paraId="6F0F4037" w14:textId="77777777" w:rsidR="007A3647" w:rsidRPr="009C54AE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</w:tcPr>
          <w:p w14:paraId="371F8108" w14:textId="77777777" w:rsidR="007A3647" w:rsidRPr="00603281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indywidualna i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4EA5DDE8" w14:textId="77777777" w:rsidR="007A3647" w:rsidRPr="00603281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24B6BC1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15B844C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7B7ABD2" w14:textId="77777777" w:rsidTr="00923D7D">
        <w:tc>
          <w:tcPr>
            <w:tcW w:w="9670" w:type="dxa"/>
          </w:tcPr>
          <w:p w14:paraId="7EEF1054" w14:textId="77777777" w:rsidR="0050452C" w:rsidRDefault="0050452C" w:rsidP="005045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3452539D" w14:textId="77777777" w:rsidR="0050452C" w:rsidRPr="00FE1386" w:rsidRDefault="0050452C" w:rsidP="0050452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138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pisemne </w:t>
            </w:r>
            <w:r w:rsidRPr="00FE1386">
              <w:rPr>
                <w:rFonts w:ascii="Corbel" w:hAnsi="Corbel"/>
                <w:sz w:val="24"/>
                <w:szCs w:val="24"/>
              </w:rPr>
              <w:t>kolokwi</w:t>
            </w:r>
            <w:r>
              <w:rPr>
                <w:rFonts w:ascii="Corbel" w:hAnsi="Corbel"/>
                <w:sz w:val="24"/>
                <w:szCs w:val="24"/>
              </w:rPr>
              <w:t>um/test</w:t>
            </w:r>
          </w:p>
          <w:p w14:paraId="555E737E" w14:textId="77777777" w:rsidR="0050452C" w:rsidRPr="000A3003" w:rsidRDefault="0050452C" w:rsidP="0050452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A3003">
              <w:rPr>
                <w:rFonts w:ascii="Corbel" w:hAnsi="Corbel"/>
                <w:sz w:val="24"/>
                <w:szCs w:val="24"/>
              </w:rPr>
              <w:t>dodatkowo aktywność na zajęciach.</w:t>
            </w:r>
          </w:p>
          <w:p w14:paraId="2381913A" w14:textId="77777777" w:rsidR="0050452C" w:rsidRDefault="0050452C" w:rsidP="005045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,0 wymaga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 zdobycia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min 51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%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maksymalnej ilości punktów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uzyskanych z kolokwium. 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Ocena 4,0 wymaga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 zdobycia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min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 75%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maksymalnej ilości punktów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uzyskanych z  kolokwium. Ocena 5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,0 wymaga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 zdobycia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min 90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%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maksymalnej ilości punktów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uzyskanych z  kolokwium i szczególnej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 aktywności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na zajęciach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CAD197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C47883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4128D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1C8231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30A6BBE" w14:textId="77777777" w:rsidTr="003E1941">
        <w:tc>
          <w:tcPr>
            <w:tcW w:w="4962" w:type="dxa"/>
            <w:vAlign w:val="center"/>
          </w:tcPr>
          <w:p w14:paraId="15F7B7B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B4F0F4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AA52EA" w14:textId="77777777" w:rsidTr="00923D7D">
        <w:tc>
          <w:tcPr>
            <w:tcW w:w="4962" w:type="dxa"/>
          </w:tcPr>
          <w:p w14:paraId="41D4140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011B06F" w14:textId="77777777" w:rsidR="0085747A" w:rsidRPr="009C54AE" w:rsidRDefault="0050452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048F47BD" w14:textId="77777777" w:rsidTr="00923D7D">
        <w:tc>
          <w:tcPr>
            <w:tcW w:w="4962" w:type="dxa"/>
          </w:tcPr>
          <w:p w14:paraId="3E3BA48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1232456" w14:textId="77777777" w:rsidR="00C61DC5" w:rsidRPr="009C54AE" w:rsidRDefault="0050452C" w:rsidP="0050452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C35BC8E" w14:textId="77777777" w:rsidR="00C61DC5" w:rsidRPr="009C54AE" w:rsidRDefault="00D834A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4C5CF0BD" w14:textId="77777777" w:rsidTr="00923D7D">
        <w:tc>
          <w:tcPr>
            <w:tcW w:w="4962" w:type="dxa"/>
          </w:tcPr>
          <w:p w14:paraId="07BFE153" w14:textId="77777777" w:rsidR="00C61DC5" w:rsidRPr="009C54AE" w:rsidRDefault="00C61DC5" w:rsidP="0050452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50452C">
              <w:rPr>
                <w:rFonts w:ascii="Corbel" w:hAnsi="Corbel"/>
                <w:sz w:val="24"/>
                <w:szCs w:val="24"/>
              </w:rPr>
              <w:t xml:space="preserve">  przygotowanie się do kolokwium/testu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)</w:t>
            </w:r>
          </w:p>
        </w:tc>
        <w:tc>
          <w:tcPr>
            <w:tcW w:w="4677" w:type="dxa"/>
          </w:tcPr>
          <w:p w14:paraId="6733E173" w14:textId="77777777" w:rsidR="00C61DC5" w:rsidRPr="009C54AE" w:rsidRDefault="0050452C" w:rsidP="00D834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D834A8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85747A" w:rsidRPr="009C54AE" w14:paraId="0698BA34" w14:textId="77777777" w:rsidTr="00923D7D">
        <w:tc>
          <w:tcPr>
            <w:tcW w:w="4962" w:type="dxa"/>
          </w:tcPr>
          <w:p w14:paraId="248C551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6A8D8FA" w14:textId="77777777" w:rsidR="0085747A" w:rsidRPr="009C54AE" w:rsidRDefault="0050452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26AFB7C5" w14:textId="77777777" w:rsidTr="00923D7D">
        <w:tc>
          <w:tcPr>
            <w:tcW w:w="4962" w:type="dxa"/>
          </w:tcPr>
          <w:p w14:paraId="2C2C060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FF009AB" w14:textId="77777777" w:rsidR="0085747A" w:rsidRPr="009C54AE" w:rsidRDefault="0050452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E29C17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2EF648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F012F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9136C1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7D67E8F7" w14:textId="77777777" w:rsidTr="008962A4">
        <w:trPr>
          <w:trHeight w:val="397"/>
        </w:trPr>
        <w:tc>
          <w:tcPr>
            <w:tcW w:w="2359" w:type="pct"/>
          </w:tcPr>
          <w:p w14:paraId="59274FB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42A7F7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5CD9F05" w14:textId="77777777" w:rsidTr="008962A4">
        <w:trPr>
          <w:trHeight w:val="397"/>
        </w:trPr>
        <w:tc>
          <w:tcPr>
            <w:tcW w:w="2359" w:type="pct"/>
          </w:tcPr>
          <w:p w14:paraId="1661408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BF5F53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C5A3A5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C7CE5E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E8DE2D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1F631E1E" w14:textId="77777777" w:rsidTr="008962A4">
        <w:trPr>
          <w:trHeight w:val="397"/>
        </w:trPr>
        <w:tc>
          <w:tcPr>
            <w:tcW w:w="5000" w:type="pct"/>
          </w:tcPr>
          <w:p w14:paraId="0444CE18" w14:textId="77777777" w:rsidR="0085747A" w:rsidRPr="00B16A3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EA31CB9" w14:textId="77777777" w:rsidR="00B16A3B" w:rsidRPr="00B16A3B" w:rsidRDefault="00B16A3B" w:rsidP="00B16A3B">
            <w:pPr>
              <w:pStyle w:val="Punktygwne"/>
              <w:numPr>
                <w:ilvl w:val="0"/>
                <w:numId w:val="5"/>
              </w:numPr>
              <w:spacing w:before="0" w:after="0"/>
              <w:ind w:left="284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>Ekonomia matematyczna : materia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 xml:space="preserve">y do 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ć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wicze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 xml:space="preserve"> / Joanna G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ó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rka, Witold Orzeszko, Marcin Wata. - Warszawa :C. H. Beck, 2009.</w:t>
            </w:r>
          </w:p>
          <w:p w14:paraId="3291D347" w14:textId="77777777" w:rsidR="00B16A3B" w:rsidRPr="00B16A3B" w:rsidRDefault="00B16A3B" w:rsidP="00B16A3B">
            <w:pPr>
              <w:pStyle w:val="Punktygwne"/>
              <w:numPr>
                <w:ilvl w:val="0"/>
                <w:numId w:val="5"/>
              </w:numPr>
              <w:spacing w:before="0" w:after="0"/>
              <w:ind w:left="284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>Ekonomia matematyczna : teoria, przyk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ady, zadania / Urszula Grzybowska. - Warszawa : Wydawnictwo SGGW, 2009.</w:t>
            </w:r>
          </w:p>
        </w:tc>
      </w:tr>
      <w:tr w:rsidR="0085747A" w:rsidRPr="009C54AE" w14:paraId="28671A1F" w14:textId="77777777" w:rsidTr="008962A4">
        <w:trPr>
          <w:trHeight w:val="397"/>
        </w:trPr>
        <w:tc>
          <w:tcPr>
            <w:tcW w:w="5000" w:type="pct"/>
          </w:tcPr>
          <w:p w14:paraId="388717C7" w14:textId="77777777" w:rsidR="0085747A" w:rsidRPr="00B16A3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1A7ED95" w14:textId="77777777" w:rsidR="00B16A3B" w:rsidRPr="00B16A3B" w:rsidRDefault="00B16A3B" w:rsidP="00B16A3B">
            <w:pPr>
              <w:pStyle w:val="Punktygwne"/>
              <w:numPr>
                <w:ilvl w:val="0"/>
                <w:numId w:val="6"/>
              </w:numPr>
              <w:spacing w:before="0" w:after="0"/>
              <w:ind w:left="284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>Ekonomia matematyczna w zadaniach / [aut.] Anna Blajer-Go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łę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biewska [et al.] ; red. nauk. Teresa Kami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ska.- Dodr. - Gda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sk : Wydawnictwo Uniwersytetu Gda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skiego, 2009.</w:t>
            </w:r>
          </w:p>
          <w:p w14:paraId="12524120" w14:textId="77777777" w:rsidR="00B16A3B" w:rsidRPr="00B16A3B" w:rsidRDefault="00B16A3B" w:rsidP="00B16A3B">
            <w:pPr>
              <w:pStyle w:val="Punktygwne"/>
              <w:numPr>
                <w:ilvl w:val="0"/>
                <w:numId w:val="6"/>
              </w:numPr>
              <w:spacing w:before="0" w:after="0"/>
              <w:ind w:left="284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>Chiang A., Podstawy ekonomii matematycznej, PWN, Warszawa 1994.</w:t>
            </w:r>
          </w:p>
          <w:p w14:paraId="789933DA" w14:textId="77777777" w:rsidR="00B16A3B" w:rsidRPr="00B16A3B" w:rsidRDefault="00B16A3B" w:rsidP="00B16A3B">
            <w:pPr>
              <w:pStyle w:val="Punktygwne"/>
              <w:numPr>
                <w:ilvl w:val="0"/>
                <w:numId w:val="6"/>
              </w:numPr>
              <w:spacing w:before="0" w:after="0"/>
              <w:ind w:left="284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>Panek E., Ekonomia matematyczna, Wyd. AE, Poznań 2003.</w:t>
            </w:r>
          </w:p>
        </w:tc>
      </w:tr>
    </w:tbl>
    <w:p w14:paraId="1661EEB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0F4841" w14:textId="77777777" w:rsidR="00B16A3B" w:rsidRPr="009C54AE" w:rsidRDefault="00B16A3B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353CFC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3DF46A" w14:textId="77777777" w:rsidR="00254088" w:rsidRDefault="00254088" w:rsidP="00C16ABF">
      <w:pPr>
        <w:spacing w:after="0" w:line="240" w:lineRule="auto"/>
      </w:pPr>
      <w:r>
        <w:separator/>
      </w:r>
    </w:p>
  </w:endnote>
  <w:endnote w:type="continuationSeparator" w:id="0">
    <w:p w14:paraId="11B67703" w14:textId="77777777" w:rsidR="00254088" w:rsidRDefault="0025408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D2CCB" w14:textId="77777777" w:rsidR="00254088" w:rsidRDefault="00254088" w:rsidP="00C16ABF">
      <w:pPr>
        <w:spacing w:after="0" w:line="240" w:lineRule="auto"/>
      </w:pPr>
      <w:r>
        <w:separator/>
      </w:r>
    </w:p>
  </w:footnote>
  <w:footnote w:type="continuationSeparator" w:id="0">
    <w:p w14:paraId="56E4BFC7" w14:textId="77777777" w:rsidR="00254088" w:rsidRDefault="00254088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CA4EAB"/>
    <w:multiLevelType w:val="hybridMultilevel"/>
    <w:tmpl w:val="572CA960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6CC3966"/>
    <w:multiLevelType w:val="hybridMultilevel"/>
    <w:tmpl w:val="E65ABAE2"/>
    <w:lvl w:ilvl="0" w:tplc="8B7EDE3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147799"/>
    <w:multiLevelType w:val="hybridMultilevel"/>
    <w:tmpl w:val="5956972C"/>
    <w:lvl w:ilvl="0" w:tplc="AB960A6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57552B"/>
    <w:multiLevelType w:val="hybridMultilevel"/>
    <w:tmpl w:val="5644E4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57B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683B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4088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7DDE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771E"/>
    <w:rsid w:val="004D5282"/>
    <w:rsid w:val="004F1551"/>
    <w:rsid w:val="004F55A3"/>
    <w:rsid w:val="0050452C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1198"/>
    <w:rsid w:val="005F31D2"/>
    <w:rsid w:val="0061029B"/>
    <w:rsid w:val="00617230"/>
    <w:rsid w:val="00621CE1"/>
    <w:rsid w:val="0062616B"/>
    <w:rsid w:val="00627FC9"/>
    <w:rsid w:val="00630CB2"/>
    <w:rsid w:val="00647FA8"/>
    <w:rsid w:val="00650C5F"/>
    <w:rsid w:val="00654934"/>
    <w:rsid w:val="006620D9"/>
    <w:rsid w:val="00671958"/>
    <w:rsid w:val="00675843"/>
    <w:rsid w:val="00696477"/>
    <w:rsid w:val="006B71BB"/>
    <w:rsid w:val="006D050F"/>
    <w:rsid w:val="006D6139"/>
    <w:rsid w:val="006E45DE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04F0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364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4D9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1EA8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2E0A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6A3B"/>
    <w:rsid w:val="00B3130B"/>
    <w:rsid w:val="00B36B3A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2A87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442F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34A8"/>
    <w:rsid w:val="00D8678B"/>
    <w:rsid w:val="00DA2114"/>
    <w:rsid w:val="00DA6057"/>
    <w:rsid w:val="00DC6D0C"/>
    <w:rsid w:val="00DE09C0"/>
    <w:rsid w:val="00DE4A14"/>
    <w:rsid w:val="00DF320D"/>
    <w:rsid w:val="00DF71C8"/>
    <w:rsid w:val="00E07DFC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67E9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319AA"/>
    <w:rsid w:val="00F526AF"/>
    <w:rsid w:val="00F530E6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0DC5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623A6"/>
  <w15:docId w15:val="{89CE4BA6-ADD4-48DE-808B-553F26A74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B67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B67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B67E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B67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B67E9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2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11F60F6-CB46-4424-9B07-B19CC4E37E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68811A-361A-4F7B-AE9A-B92BBC68323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5EE6AE7-0E5C-43E8-817F-38ED52E6F6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E4F58A5-691C-4D67-A7E2-12B30D6E3EC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1082</Words>
  <Characters>6492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11</cp:revision>
  <cp:lastPrinted>2019-02-06T12:12:00Z</cp:lastPrinted>
  <dcterms:created xsi:type="dcterms:W3CDTF">2020-10-14T14:22:00Z</dcterms:created>
  <dcterms:modified xsi:type="dcterms:W3CDTF">2021-11-04T08:43:00Z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